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FDE" w:rsidRDefault="004A6940" w:rsidP="00C37FDE">
      <w:pPr>
        <w:jc w:val="center"/>
      </w:pPr>
      <w:r>
        <w:t>The T</w:t>
      </w:r>
      <w:bookmarkStart w:id="0" w:name="_GoBack"/>
      <w:bookmarkEnd w:id="0"/>
      <w:r w:rsidR="00DC70C7">
        <w:t>rojan horse</w:t>
      </w:r>
    </w:p>
    <w:p w:rsidR="00CA5121" w:rsidRDefault="005F6699" w:rsidP="00C37FDE">
      <w:r>
        <w:t xml:space="preserve">There was a war of the ten years between two </w:t>
      </w:r>
      <w:r w:rsidR="0073563D">
        <w:t xml:space="preserve">kingdoms </w:t>
      </w:r>
      <w:r w:rsidR="00CC3611">
        <w:t xml:space="preserve">[Troy in Turkey and Sparta in Greece </w:t>
      </w:r>
      <w:r w:rsidR="00883CC6">
        <w:t xml:space="preserve">], It was said that the cause </w:t>
      </w:r>
      <w:r w:rsidR="00AC1965">
        <w:t xml:space="preserve">of the war is </w:t>
      </w:r>
      <w:r w:rsidR="00297457">
        <w:t>kidnapped the most beautiful woman on earth</w:t>
      </w:r>
      <w:r w:rsidR="006D35EF">
        <w:t xml:space="preserve"> ,Helen, the wife of Spartan leader ,Mene</w:t>
      </w:r>
      <w:r w:rsidR="00016020">
        <w:t>laus, by the so</w:t>
      </w:r>
      <w:r w:rsidR="00733D1F">
        <w:t>n of the king of Troy ,Paris .</w:t>
      </w:r>
    </w:p>
    <w:p w:rsidR="00733D1F" w:rsidRDefault="001E3CF0" w:rsidP="00C37FDE">
      <w:r>
        <w:t>Helen was very beautiful and white girl</w:t>
      </w:r>
      <w:r w:rsidR="00062B69">
        <w:t>, she had a golden hair like sun color , blue eyes like sea color.</w:t>
      </w:r>
    </w:p>
    <w:p w:rsidR="00143173" w:rsidRDefault="00412786" w:rsidP="00143173">
      <w:r>
        <w:t xml:space="preserve">Others said there was a war lasted ten years not for a beautiful </w:t>
      </w:r>
      <w:r w:rsidR="00FE61B2">
        <w:t>girl but for other reasons because Troy was compe</w:t>
      </w:r>
      <w:r w:rsidR="00143173">
        <w:t>ting with Sparta in trade.</w:t>
      </w:r>
    </w:p>
    <w:p w:rsidR="00143173" w:rsidRDefault="00143173" w:rsidP="00143173">
      <w:r>
        <w:t>Whatever the reasons</w:t>
      </w:r>
      <w:r w:rsidR="00260A69">
        <w:t>, the war was too long for ten years around the 11</w:t>
      </w:r>
      <w:r w:rsidR="00260A69" w:rsidRPr="00260A69">
        <w:rPr>
          <w:vertAlign w:val="superscript"/>
        </w:rPr>
        <w:t>th</w:t>
      </w:r>
      <w:r w:rsidR="00260A69">
        <w:t xml:space="preserve"> or 12</w:t>
      </w:r>
      <w:r w:rsidR="00260A69" w:rsidRPr="00260A69">
        <w:rPr>
          <w:vertAlign w:val="superscript"/>
        </w:rPr>
        <w:t>th</w:t>
      </w:r>
      <w:r w:rsidR="00260A69">
        <w:t xml:space="preserve"> century BC.</w:t>
      </w:r>
    </w:p>
    <w:p w:rsidR="00A83EEA" w:rsidRDefault="00A83EEA" w:rsidP="00143173">
      <w:r>
        <w:t xml:space="preserve">After many failed attempts of </w:t>
      </w:r>
      <w:r w:rsidR="00BD74BF">
        <w:t xml:space="preserve">Greek soldiers to enter the city of Troy , the </w:t>
      </w:r>
      <w:r w:rsidR="00A54971">
        <w:t xml:space="preserve">solution came to besiege the city in a </w:t>
      </w:r>
      <w:r w:rsidR="006B5961">
        <w:t>form of a plan set by the Greek king Odysseus</w:t>
      </w:r>
      <w:r w:rsidR="000613EC">
        <w:t xml:space="preserve"> after the goddess Athena visited him in a dream </w:t>
      </w:r>
      <w:r w:rsidR="00542F94">
        <w:t xml:space="preserve">and inspired to him with the trick </w:t>
      </w:r>
      <w:r w:rsidR="00D579BB">
        <w:t>that hastened by the end of that long war</w:t>
      </w:r>
      <w:r w:rsidR="00F83E17">
        <w:t>.</w:t>
      </w:r>
    </w:p>
    <w:p w:rsidR="00F83E17" w:rsidRDefault="00F83E17" w:rsidP="00143173">
      <w:r>
        <w:t xml:space="preserve">The trick was the Trojan horse </w:t>
      </w:r>
      <w:r w:rsidR="007C1A35">
        <w:t xml:space="preserve">that made by the workers after the order of king Odysseus </w:t>
      </w:r>
      <w:r w:rsidR="00A045C1">
        <w:t xml:space="preserve">, this horse was made of wood , It </w:t>
      </w:r>
      <w:r w:rsidR="003751B6">
        <w:t xml:space="preserve">was huge , hollow and very big so that the Greek soldiers could </w:t>
      </w:r>
      <w:r w:rsidR="001B1C2F">
        <w:t xml:space="preserve">hide inside it , it is considered the largest </w:t>
      </w:r>
      <w:r w:rsidR="00C57C6F">
        <w:t xml:space="preserve">wooden horse in history , with a length of 108 meters </w:t>
      </w:r>
      <w:r w:rsidR="00BC34EA">
        <w:t>and a weight of 3 tons .</w:t>
      </w:r>
    </w:p>
    <w:p w:rsidR="00BC34EA" w:rsidRDefault="00BC34EA" w:rsidP="00143173">
      <w:r>
        <w:t xml:space="preserve">The most bold and courageous </w:t>
      </w:r>
      <w:r w:rsidR="00780BC3">
        <w:t xml:space="preserve">Greek soldiers hide in the hollow wooden horse and left it next to </w:t>
      </w:r>
      <w:r w:rsidR="001111D7">
        <w:t>the Trojan fences , the rest of the soldiers clim</w:t>
      </w:r>
      <w:r w:rsidR="00AB0E66">
        <w:t xml:space="preserve">bed to their ships and took off to the sea , then the Trojan thought that the Greeks </w:t>
      </w:r>
      <w:r w:rsidR="007A6D69">
        <w:t xml:space="preserve">had despaired of the war and left the horse as a gift </w:t>
      </w:r>
      <w:r w:rsidR="00B3176F">
        <w:t xml:space="preserve">and kind of withdrawal and </w:t>
      </w:r>
      <w:r w:rsidR="002C1BAC">
        <w:t>surrender.</w:t>
      </w:r>
    </w:p>
    <w:p w:rsidR="00C32358" w:rsidRDefault="00C32358" w:rsidP="00143173">
      <w:r>
        <w:t xml:space="preserve">Trojans pulled the big horse into the city </w:t>
      </w:r>
      <w:r w:rsidR="0011189C">
        <w:t xml:space="preserve">and there was a big party , they celebrated the end of the war and their </w:t>
      </w:r>
      <w:r w:rsidR="00337D96">
        <w:t>victory over the Greeks .</w:t>
      </w:r>
    </w:p>
    <w:p w:rsidR="00337D96" w:rsidRDefault="00AC2DF7" w:rsidP="00143173">
      <w:r>
        <w:t xml:space="preserve">Finally , when it was dark and everyone was asleep , </w:t>
      </w:r>
      <w:r w:rsidR="004D7AF3">
        <w:t xml:space="preserve">the Greek soldiers crept out from inside the horse one by one </w:t>
      </w:r>
      <w:r w:rsidR="00C72E6F">
        <w:t>and killed the guards and signaled to the rest of the soldiers to start attacking Troy.</w:t>
      </w:r>
    </w:p>
    <w:p w:rsidR="003B2946" w:rsidRDefault="003B2946" w:rsidP="00143173">
      <w:r>
        <w:t>The Greeks could to de</w:t>
      </w:r>
      <w:r w:rsidR="003B6046">
        <w:t xml:space="preserve">stroy and burn the city of Troy after they killed their men and took all women and children </w:t>
      </w:r>
      <w:r w:rsidR="00337635">
        <w:t xml:space="preserve">as slaves . </w:t>
      </w:r>
    </w:p>
    <w:p w:rsidR="00337635" w:rsidRPr="00C37FDE" w:rsidRDefault="00337635" w:rsidP="00143173">
      <w:r>
        <w:t xml:space="preserve">In the end , they returned to their </w:t>
      </w:r>
      <w:r w:rsidR="001D4205">
        <w:t xml:space="preserve">kingdom Greece </w:t>
      </w:r>
      <w:r w:rsidR="000113AF">
        <w:t>as victorious</w:t>
      </w:r>
      <w:r w:rsidR="001D4205">
        <w:t xml:space="preserve"> and Troy fell with the trick of a </w:t>
      </w:r>
      <w:r w:rsidR="008B129A">
        <w:t>T</w:t>
      </w:r>
      <w:r w:rsidR="001D4205">
        <w:t xml:space="preserve">rojan horse . </w:t>
      </w:r>
      <w:r w:rsidR="000113AF">
        <w:t xml:space="preserve"> </w:t>
      </w:r>
    </w:p>
    <w:sectPr w:rsidR="00337635" w:rsidRPr="00C37FD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809" w:rsidRDefault="00454809" w:rsidP="00454809">
      <w:pPr>
        <w:spacing w:after="0" w:line="240" w:lineRule="auto"/>
      </w:pPr>
      <w:r>
        <w:separator/>
      </w:r>
    </w:p>
  </w:endnote>
  <w:endnote w:type="continuationSeparator" w:id="0">
    <w:p w:rsidR="00454809" w:rsidRDefault="00454809" w:rsidP="0045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809" w:rsidRDefault="00454809" w:rsidP="00454809">
      <w:pPr>
        <w:spacing w:after="0" w:line="240" w:lineRule="auto"/>
      </w:pPr>
      <w:r>
        <w:separator/>
      </w:r>
    </w:p>
  </w:footnote>
  <w:footnote w:type="continuationSeparator" w:id="0">
    <w:p w:rsidR="00454809" w:rsidRDefault="00454809" w:rsidP="004548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BFF"/>
    <w:rsid w:val="000113AF"/>
    <w:rsid w:val="00016020"/>
    <w:rsid w:val="000613EC"/>
    <w:rsid w:val="00062B69"/>
    <w:rsid w:val="001111D7"/>
    <w:rsid w:val="0011189C"/>
    <w:rsid w:val="00143173"/>
    <w:rsid w:val="001B1C2F"/>
    <w:rsid w:val="001D4205"/>
    <w:rsid w:val="001E3CF0"/>
    <w:rsid w:val="00260A69"/>
    <w:rsid w:val="00297457"/>
    <w:rsid w:val="002C1BAC"/>
    <w:rsid w:val="00305B52"/>
    <w:rsid w:val="00337635"/>
    <w:rsid w:val="00337D96"/>
    <w:rsid w:val="003751B6"/>
    <w:rsid w:val="003B2946"/>
    <w:rsid w:val="003B6046"/>
    <w:rsid w:val="00412786"/>
    <w:rsid w:val="00454809"/>
    <w:rsid w:val="004A6940"/>
    <w:rsid w:val="004C1932"/>
    <w:rsid w:val="004D7AF3"/>
    <w:rsid w:val="00542F94"/>
    <w:rsid w:val="005F6699"/>
    <w:rsid w:val="006B5961"/>
    <w:rsid w:val="006D35EF"/>
    <w:rsid w:val="00733D1F"/>
    <w:rsid w:val="0073563D"/>
    <w:rsid w:val="00780BC3"/>
    <w:rsid w:val="007A6D69"/>
    <w:rsid w:val="007C1A35"/>
    <w:rsid w:val="00883CC6"/>
    <w:rsid w:val="008B129A"/>
    <w:rsid w:val="00A045C1"/>
    <w:rsid w:val="00A54971"/>
    <w:rsid w:val="00A83EEA"/>
    <w:rsid w:val="00AB0E66"/>
    <w:rsid w:val="00AC1965"/>
    <w:rsid w:val="00AC2DF7"/>
    <w:rsid w:val="00B3176F"/>
    <w:rsid w:val="00BC34EA"/>
    <w:rsid w:val="00BD74BF"/>
    <w:rsid w:val="00C32358"/>
    <w:rsid w:val="00C37FDE"/>
    <w:rsid w:val="00C57C6F"/>
    <w:rsid w:val="00C72E6F"/>
    <w:rsid w:val="00CA5121"/>
    <w:rsid w:val="00CC3611"/>
    <w:rsid w:val="00D579BB"/>
    <w:rsid w:val="00DC70C7"/>
    <w:rsid w:val="00F83E17"/>
    <w:rsid w:val="00FB3BFF"/>
    <w:rsid w:val="00FE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7AA858-D4D4-4F83-8CC9-EF3F4939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48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809"/>
  </w:style>
  <w:style w:type="paragraph" w:styleId="Footer">
    <w:name w:val="footer"/>
    <w:basedOn w:val="Normal"/>
    <w:link w:val="FooterChar"/>
    <w:uiPriority w:val="99"/>
    <w:unhideWhenUsed/>
    <w:rsid w:val="004548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E1B84873</Template>
  <TotalTime>72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 Kerdi</dc:creator>
  <cp:keywords/>
  <dc:description/>
  <cp:lastModifiedBy>Omar Al Kerdi</cp:lastModifiedBy>
  <cp:revision>3</cp:revision>
  <dcterms:created xsi:type="dcterms:W3CDTF">2024-06-05T05:25:00Z</dcterms:created>
  <dcterms:modified xsi:type="dcterms:W3CDTF">2024-06-05T06:37:00Z</dcterms:modified>
</cp:coreProperties>
</file>